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62" w:rsidRPr="005E2530" w:rsidRDefault="00CF52B4">
      <w:pPr>
        <w:pStyle w:val="MonthYear"/>
        <w:rPr>
          <w:rFonts w:ascii="Arial" w:hAnsi="Arial"/>
          <w:b/>
          <w:sz w:val="40"/>
          <w:szCs w:val="40"/>
          <w:u w:val="single"/>
        </w:rPr>
      </w:pPr>
      <w:r>
        <w:rPr>
          <w:rFonts w:ascii="Arial" w:hAnsi="Arial"/>
          <w:b/>
          <w:sz w:val="40"/>
          <w:szCs w:val="40"/>
          <w:u w:val="single"/>
        </w:rPr>
        <w:t>February</w:t>
      </w:r>
      <w:r w:rsidR="00995A7E" w:rsidRPr="005E2530">
        <w:rPr>
          <w:rFonts w:ascii="Arial" w:hAnsi="Arial"/>
          <w:b/>
          <w:sz w:val="40"/>
          <w:szCs w:val="40"/>
          <w:u w:val="single"/>
        </w:rPr>
        <w:t xml:space="preserve"> </w:t>
      </w:r>
      <w:r>
        <w:rPr>
          <w:rFonts w:ascii="Arial" w:hAnsi="Arial"/>
          <w:b/>
          <w:sz w:val="40"/>
          <w:szCs w:val="40"/>
          <w:u w:val="single"/>
        </w:rPr>
        <w:t>2018</w:t>
      </w:r>
    </w:p>
    <w:tbl>
      <w:tblPr>
        <w:tblW w:w="5074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905"/>
        <w:gridCol w:w="1910"/>
        <w:gridCol w:w="1912"/>
        <w:gridCol w:w="1910"/>
        <w:gridCol w:w="1912"/>
        <w:gridCol w:w="1912"/>
        <w:gridCol w:w="1910"/>
      </w:tblGrid>
      <w:tr w:rsidR="00D97762" w:rsidTr="005C3D70">
        <w:trPr>
          <w:trHeight w:val="356"/>
          <w:jc w:val="center"/>
        </w:trPr>
        <w:tc>
          <w:tcPr>
            <w:tcW w:w="190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Sunday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Monday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Tuesday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Wednesday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Thursday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Friday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D97762" w:rsidRPr="005C3D70" w:rsidRDefault="00995A7E">
            <w:pPr>
              <w:pStyle w:val="Day"/>
              <w:rPr>
                <w:rFonts w:ascii="Arial" w:hAnsi="Arial" w:cs="Arial"/>
              </w:rPr>
            </w:pPr>
            <w:r w:rsidRPr="005C3D70">
              <w:rPr>
                <w:rFonts w:ascii="Arial" w:hAnsi="Arial" w:cs="Arial"/>
              </w:rPr>
              <w:t>Saturday</w:t>
            </w:r>
          </w:p>
        </w:tc>
      </w:tr>
      <w:tr w:rsidR="00D97762" w:rsidTr="005C3D70">
        <w:trPr>
          <w:trHeight w:hRule="exact" w:val="533"/>
          <w:jc w:val="center"/>
        </w:trPr>
        <w:tc>
          <w:tcPr>
            <w:tcW w:w="19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 4</w:t>
            </w:r>
            <w:r w:rsidR="00995A7E" w:rsidRPr="005C3D70">
              <w:rPr>
                <w:rFonts w:ascii="Arial" w:hAnsi="Arial" w:cs="Arial"/>
              </w:rPr>
              <w:fldChar w:fldCharType="begin"/>
            </w:r>
            <w:r w:rsidR="00995A7E" w:rsidRPr="005C3D70">
              <w:rPr>
                <w:rFonts w:ascii="Arial" w:hAnsi="Arial" w:cs="Arial"/>
              </w:rPr>
              <w:instrText xml:space="preserve"> IF </w:instrText>
            </w:r>
            <w:r w:rsidR="00995A7E" w:rsidRPr="005C3D70">
              <w:rPr>
                <w:rFonts w:ascii="Arial" w:hAnsi="Arial" w:cs="Arial"/>
              </w:rPr>
              <w:fldChar w:fldCharType="begin"/>
            </w:r>
            <w:r w:rsidR="00995A7E" w:rsidRPr="005C3D70">
              <w:rPr>
                <w:rFonts w:ascii="Arial" w:hAnsi="Arial" w:cs="Arial"/>
              </w:rPr>
              <w:instrText xml:space="preserve"> DocVariable MonthStart \@ dddd </w:instrText>
            </w:r>
            <w:r w:rsidR="00995A7E" w:rsidRPr="005C3D70">
              <w:rPr>
                <w:rFonts w:ascii="Arial" w:hAnsi="Arial" w:cs="Arial"/>
              </w:rPr>
              <w:fldChar w:fldCharType="separate"/>
            </w:r>
            <w:r w:rsidR="005C3D70" w:rsidRPr="005C3D70">
              <w:rPr>
                <w:rFonts w:ascii="Arial" w:hAnsi="Arial" w:cs="Arial"/>
              </w:rPr>
              <w:instrText>Saturday</w:instrText>
            </w:r>
            <w:r w:rsidR="00995A7E" w:rsidRPr="005C3D70">
              <w:rPr>
                <w:rFonts w:ascii="Arial" w:hAnsi="Arial" w:cs="Arial"/>
              </w:rPr>
              <w:fldChar w:fldCharType="end"/>
            </w:r>
            <w:r w:rsidR="00995A7E" w:rsidRPr="005C3D70">
              <w:rPr>
                <w:rFonts w:ascii="Arial" w:hAnsi="Arial" w:cs="Arial"/>
              </w:rPr>
              <w:instrText xml:space="preserve"> = “Sunday" 1 ""</w:instrText>
            </w:r>
            <w:r w:rsidR="00995A7E" w:rsidRPr="005C3D70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D97762" w:rsidTr="005C3D70">
        <w:trPr>
          <w:trHeight w:hRule="exact" w:val="887"/>
          <w:jc w:val="center"/>
        </w:trPr>
        <w:tc>
          <w:tcPr>
            <w:tcW w:w="190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D97762" w:rsidRPr="005C3D70" w:rsidRDefault="00D97762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E2530" w:rsidRDefault="008A103F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2E79C3">
              <w:rPr>
                <w:rFonts w:ascii="Arial" w:hAnsi="Arial" w:cs="Arial"/>
              </w:rPr>
              <w:t>-20</w:t>
            </w:r>
          </w:p>
          <w:p w:rsidR="002D19BD" w:rsidRDefault="002D19BD" w:rsidP="002D19BD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2D19BD" w:rsidRPr="005C3D70" w:rsidRDefault="00634B74" w:rsidP="002D19BD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EMTs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F4279" w:rsidRDefault="00CF52B4" w:rsidP="00FF4279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</w:t>
            </w:r>
          </w:p>
          <w:p w:rsidR="005C3D70" w:rsidRDefault="00AC0FE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5E2530" w:rsidRPr="005C3D70" w:rsidRDefault="00634B7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EMTs</w:t>
            </w: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E2530" w:rsidRPr="005C3D70" w:rsidRDefault="005E253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E2530" w:rsidRPr="005C3D70" w:rsidRDefault="003525C4" w:rsidP="008A103F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Negotiations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F52B4" w:rsidRDefault="000A2163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08-18</w:t>
            </w:r>
          </w:p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2D19BD" w:rsidRPr="005C3D70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EMTs</w:t>
            </w: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D97762" w:rsidRDefault="00D97762">
            <w:pPr>
              <w:pStyle w:val="CalendarText"/>
              <w:rPr>
                <w:rFonts w:ascii="Arial" w:hAnsi="Arial" w:cs="Arial"/>
              </w:rPr>
            </w:pPr>
          </w:p>
          <w:p w:rsidR="008A103F" w:rsidRDefault="008A103F">
            <w:pPr>
              <w:pStyle w:val="CalendarText"/>
              <w:rPr>
                <w:rFonts w:ascii="Arial" w:hAnsi="Arial" w:cs="Arial"/>
              </w:rPr>
            </w:pPr>
          </w:p>
          <w:p w:rsidR="008A103F" w:rsidRPr="005C3D70" w:rsidRDefault="008A103F">
            <w:pPr>
              <w:pStyle w:val="Calendar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</w:tr>
      <w:tr w:rsidR="00D97762" w:rsidTr="005C3D70">
        <w:trPr>
          <w:trHeight w:hRule="exact" w:val="533"/>
          <w:jc w:val="center"/>
        </w:trPr>
        <w:tc>
          <w:tcPr>
            <w:tcW w:w="19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D97762" w:rsidTr="005C3D70">
        <w:trPr>
          <w:trHeight w:hRule="exact" w:val="887"/>
          <w:jc w:val="center"/>
        </w:trPr>
        <w:tc>
          <w:tcPr>
            <w:tcW w:w="190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D97762" w:rsidRPr="005C3D70" w:rsidRDefault="00D97762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F52B4" w:rsidRDefault="002E79C3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08-18</w:t>
            </w:r>
          </w:p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FA570C" w:rsidRPr="005C3D70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EMTs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7A0210" w:rsidRPr="005C3D70" w:rsidRDefault="007A021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570C" w:rsidRDefault="002E79C3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08-16</w:t>
            </w:r>
          </w:p>
          <w:p w:rsidR="002E79C3" w:rsidRDefault="002E79C3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504BB3" w:rsidRPr="005C3D70" w:rsidRDefault="00504BB3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EMTs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</w:t>
            </w:r>
          </w:p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FA3432" w:rsidRPr="005C3D70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1299B" w:rsidRDefault="000A2163" w:rsidP="00F1299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08-18</w:t>
            </w:r>
          </w:p>
          <w:p w:rsidR="00F1299B" w:rsidRDefault="00F1299B" w:rsidP="00F1299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EB446E" w:rsidRPr="005C3D70" w:rsidRDefault="006E2914" w:rsidP="00F1299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</w:t>
            </w: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D97762" w:rsidRDefault="00D97762">
            <w:pPr>
              <w:pStyle w:val="CalendarText"/>
              <w:rPr>
                <w:rFonts w:ascii="Arial" w:hAnsi="Arial" w:cs="Arial"/>
              </w:rPr>
            </w:pPr>
          </w:p>
          <w:p w:rsidR="008A103F" w:rsidRDefault="008A103F">
            <w:pPr>
              <w:pStyle w:val="CalendarText"/>
              <w:rPr>
                <w:rFonts w:ascii="Arial" w:hAnsi="Arial" w:cs="Arial"/>
              </w:rPr>
            </w:pPr>
          </w:p>
          <w:p w:rsidR="008A103F" w:rsidRPr="005C3D70" w:rsidRDefault="008A103F">
            <w:pPr>
              <w:pStyle w:val="Calendar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</w:tr>
      <w:tr w:rsidR="00D97762" w:rsidTr="005C3D70">
        <w:trPr>
          <w:trHeight w:hRule="exact" w:val="533"/>
          <w:jc w:val="center"/>
        </w:trPr>
        <w:tc>
          <w:tcPr>
            <w:tcW w:w="19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5C3D70" w:rsidTr="005C3D70">
        <w:trPr>
          <w:trHeight w:hRule="exact" w:val="887"/>
          <w:jc w:val="center"/>
        </w:trPr>
        <w:tc>
          <w:tcPr>
            <w:tcW w:w="190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C3D70" w:rsidRPr="005C3D70" w:rsidRDefault="005C3D7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570C" w:rsidRPr="005C3D70" w:rsidRDefault="00FA570C" w:rsidP="00F1299B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FA570C" w:rsidRDefault="00807A6E" w:rsidP="005C3D70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CF52B4">
              <w:rPr>
                <w:rFonts w:ascii="Arial" w:hAnsi="Arial" w:cs="Arial"/>
              </w:rPr>
              <w:t>-20</w:t>
            </w:r>
          </w:p>
          <w:p w:rsidR="00FF4279" w:rsidRDefault="00FF4279" w:rsidP="005C3D70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E21219" w:rsidRPr="005C3D70" w:rsidRDefault="001872F2" w:rsidP="005C3D70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BLS EMTs</w:t>
            </w: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C3D70" w:rsidRDefault="00CF52B4" w:rsidP="003A0E97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</w:t>
            </w:r>
          </w:p>
          <w:p w:rsidR="00A344DA" w:rsidRDefault="00BA6E87" w:rsidP="003A0E97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281C8A" w:rsidRPr="005C3D70" w:rsidRDefault="001872F2" w:rsidP="003A0E97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BLS EMTs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21219" w:rsidRPr="005C3D70" w:rsidRDefault="000A2163" w:rsidP="008A103F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LMC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F52B4" w:rsidRDefault="000A2163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08-18</w:t>
            </w:r>
          </w:p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C86C36" w:rsidRPr="005C3D70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BLS EMTs</w:t>
            </w: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C3D70" w:rsidRDefault="005C3D70">
            <w:pPr>
              <w:pStyle w:val="CalendarText"/>
              <w:rPr>
                <w:rFonts w:ascii="Arial" w:hAnsi="Arial" w:cs="Arial"/>
              </w:rPr>
            </w:pPr>
          </w:p>
          <w:p w:rsidR="008A103F" w:rsidRDefault="008A103F">
            <w:pPr>
              <w:pStyle w:val="CalendarText"/>
              <w:rPr>
                <w:rFonts w:ascii="Arial" w:hAnsi="Arial" w:cs="Arial"/>
              </w:rPr>
            </w:pPr>
          </w:p>
          <w:p w:rsidR="008A103F" w:rsidRPr="005C3D70" w:rsidRDefault="008A103F">
            <w:pPr>
              <w:pStyle w:val="Calendar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</w:tr>
      <w:tr w:rsidR="00D97762" w:rsidTr="005C3D70">
        <w:trPr>
          <w:trHeight w:hRule="exact" w:val="533"/>
          <w:jc w:val="center"/>
        </w:trPr>
        <w:tc>
          <w:tcPr>
            <w:tcW w:w="19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 w:rsidP="00F1299B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D97762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  <w:p w:rsidR="00A85A04" w:rsidRPr="00A85A04" w:rsidRDefault="00A85A04" w:rsidP="00A85A04"/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CF52B4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C3D70" w:rsidTr="005C3D70">
        <w:trPr>
          <w:trHeight w:hRule="exact" w:val="887"/>
          <w:jc w:val="center"/>
        </w:trPr>
        <w:tc>
          <w:tcPr>
            <w:tcW w:w="190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C3D70" w:rsidRPr="005C3D70" w:rsidRDefault="005C3D7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</w:t>
            </w:r>
          </w:p>
          <w:p w:rsidR="00CF52B4" w:rsidRDefault="00CF52B4" w:rsidP="00CF52B4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BA6E87" w:rsidRPr="005C3D70" w:rsidRDefault="003525C4" w:rsidP="003A0E97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BLS EMTs</w:t>
            </w: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C40F41" w:rsidRPr="005C3D70" w:rsidRDefault="00C40F41" w:rsidP="002E79C3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995A7E" w:rsidRPr="005C3D70" w:rsidRDefault="00995A7E" w:rsidP="002E79C3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2E79C3" w:rsidRDefault="002E79C3" w:rsidP="002E79C3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</w:t>
            </w:r>
          </w:p>
          <w:p w:rsidR="002E79C3" w:rsidRDefault="002E79C3" w:rsidP="002E79C3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B1413E" w:rsidRPr="005C3D70" w:rsidRDefault="00B1413E" w:rsidP="008A103F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8B72D6" w:rsidRDefault="000A2163" w:rsidP="00F1299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08-18</w:t>
            </w:r>
          </w:p>
          <w:p w:rsidR="00F1299B" w:rsidRDefault="00F1299B" w:rsidP="00F1299B">
            <w:pPr>
              <w:pStyle w:val="Calenda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Paramedics</w:t>
            </w:r>
          </w:p>
          <w:p w:rsidR="00FF22FF" w:rsidRPr="005C3D70" w:rsidRDefault="00FF22FF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C3D70" w:rsidRDefault="005C3D70">
            <w:pPr>
              <w:pStyle w:val="CalendarText"/>
              <w:rPr>
                <w:rFonts w:ascii="Arial" w:hAnsi="Arial" w:cs="Arial"/>
              </w:rPr>
            </w:pPr>
          </w:p>
          <w:p w:rsidR="008A103F" w:rsidRDefault="008A103F">
            <w:pPr>
              <w:pStyle w:val="CalendarText"/>
              <w:rPr>
                <w:rFonts w:ascii="Arial" w:hAnsi="Arial" w:cs="Arial"/>
              </w:rPr>
            </w:pPr>
          </w:p>
          <w:p w:rsidR="008A103F" w:rsidRPr="005C3D70" w:rsidRDefault="008A103F">
            <w:pPr>
              <w:pStyle w:val="Calendar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</w:tr>
      <w:tr w:rsidR="00D97762" w:rsidTr="005C3D70">
        <w:trPr>
          <w:trHeight w:hRule="exact" w:val="533"/>
          <w:jc w:val="center"/>
        </w:trPr>
        <w:tc>
          <w:tcPr>
            <w:tcW w:w="19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D97762" w:rsidRPr="005C3D70" w:rsidRDefault="000A2163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064D80" w:rsidTr="005C3D70">
        <w:trPr>
          <w:trHeight w:hRule="exact" w:val="887"/>
          <w:jc w:val="center"/>
        </w:trPr>
        <w:tc>
          <w:tcPr>
            <w:tcW w:w="190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Pr="005C3D70" w:rsidRDefault="00064D8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064D80" w:rsidRPr="005C3D70" w:rsidRDefault="00064D80" w:rsidP="00CF52B4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Default="00064D80" w:rsidP="00373C9B">
            <w:pPr>
              <w:pStyle w:val="CalendarText"/>
              <w:rPr>
                <w:rFonts w:ascii="Arial" w:hAnsi="Arial" w:cs="Arial"/>
              </w:rPr>
            </w:pPr>
          </w:p>
          <w:p w:rsidR="00064D80" w:rsidRPr="005C3D70" w:rsidRDefault="00064D80" w:rsidP="00373C9B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Default="00064D80">
            <w:pPr>
              <w:pStyle w:val="CalendarText"/>
              <w:rPr>
                <w:rFonts w:ascii="Arial" w:hAnsi="Arial" w:cs="Arial"/>
              </w:rPr>
            </w:pPr>
          </w:p>
          <w:p w:rsidR="00064D80" w:rsidRPr="005C3D70" w:rsidRDefault="00064D8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Pr="005C3D70" w:rsidRDefault="00064D8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Pr="005C3D70" w:rsidRDefault="00064D80">
            <w:pPr>
              <w:pStyle w:val="CalendarText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64D80" w:rsidRPr="005C3D70" w:rsidRDefault="00064D80">
            <w:pPr>
              <w:pStyle w:val="CalendarText"/>
              <w:rPr>
                <w:rFonts w:ascii="Arial" w:hAnsi="Arial" w:cs="Arial"/>
              </w:rPr>
            </w:pPr>
          </w:p>
        </w:tc>
      </w:tr>
    </w:tbl>
    <w:p w:rsidR="00D97762" w:rsidRDefault="00D97762"/>
    <w:sectPr w:rsidR="00D97762">
      <w:headerReference w:type="default" r:id="rId9"/>
      <w:footerReference w:type="default" r:id="rId10"/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EB" w:rsidRDefault="00AC0FEB" w:rsidP="00AC0FEB">
      <w:r>
        <w:separator/>
      </w:r>
    </w:p>
  </w:endnote>
  <w:endnote w:type="continuationSeparator" w:id="0">
    <w:p w:rsidR="00AC0FEB" w:rsidRDefault="00AC0FEB" w:rsidP="00AC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530" w:rsidRPr="005E2530" w:rsidRDefault="005E2530">
    <w:pPr>
      <w:pStyle w:val="Footer"/>
      <w:rPr>
        <w:rFonts w:ascii="Arial" w:hAnsi="Arial"/>
        <w:b/>
        <w:sz w:val="28"/>
      </w:rPr>
    </w:pPr>
    <w:r w:rsidRPr="005E2530">
      <w:rPr>
        <w:rFonts w:ascii="Arial" w:hAnsi="Arial"/>
        <w:b/>
        <w:sz w:val="28"/>
      </w:rPr>
      <w:t>Bid Office Phone Number: 651-241-9166</w:t>
    </w:r>
  </w:p>
  <w:p w:rsidR="005E2530" w:rsidRDefault="005E25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EB" w:rsidRDefault="00AC0FEB" w:rsidP="00AC0FEB">
      <w:r>
        <w:separator/>
      </w:r>
    </w:p>
  </w:footnote>
  <w:footnote w:type="continuationSeparator" w:id="0">
    <w:p w:rsidR="00AC0FEB" w:rsidRDefault="00AC0FEB" w:rsidP="00AC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EB" w:rsidRPr="00AC0FEB" w:rsidRDefault="00CF52B4" w:rsidP="00AC0FEB">
    <w:pPr>
      <w:pStyle w:val="Header"/>
      <w:jc w:val="center"/>
      <w:rPr>
        <w:rFonts w:ascii="Arial" w:hAnsi="Arial"/>
        <w:b/>
        <w:sz w:val="40"/>
      </w:rPr>
    </w:pPr>
    <w:r>
      <w:rPr>
        <w:rFonts w:ascii="Arial" w:hAnsi="Arial"/>
        <w:b/>
        <w:sz w:val="40"/>
      </w:rPr>
      <w:t>Spring/Summer 2018</w:t>
    </w:r>
    <w:r w:rsidR="00AC0FEB" w:rsidRPr="00AC0FEB">
      <w:rPr>
        <w:rFonts w:ascii="Arial" w:hAnsi="Arial"/>
        <w:b/>
        <w:sz w:val="40"/>
      </w:rPr>
      <w:t xml:space="preserve"> Bid Office Hours/Schedule</w:t>
    </w:r>
  </w:p>
  <w:p w:rsidR="00AC0FEB" w:rsidRDefault="00AC0F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2/28/2014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2/1/2014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5C3D70"/>
    <w:rsid w:val="00064D80"/>
    <w:rsid w:val="000A2163"/>
    <w:rsid w:val="000E4217"/>
    <w:rsid w:val="00137624"/>
    <w:rsid w:val="00144588"/>
    <w:rsid w:val="00154BD0"/>
    <w:rsid w:val="00162327"/>
    <w:rsid w:val="00172917"/>
    <w:rsid w:val="00177EA5"/>
    <w:rsid w:val="001872F2"/>
    <w:rsid w:val="001B13FB"/>
    <w:rsid w:val="001F06C1"/>
    <w:rsid w:val="00225A77"/>
    <w:rsid w:val="00281C8A"/>
    <w:rsid w:val="002827C8"/>
    <w:rsid w:val="002D19BD"/>
    <w:rsid w:val="002D439A"/>
    <w:rsid w:val="002E79C3"/>
    <w:rsid w:val="00344819"/>
    <w:rsid w:val="003525C4"/>
    <w:rsid w:val="003664F9"/>
    <w:rsid w:val="004A055A"/>
    <w:rsid w:val="004D5607"/>
    <w:rsid w:val="004E1143"/>
    <w:rsid w:val="00504BB3"/>
    <w:rsid w:val="005057E5"/>
    <w:rsid w:val="005238A1"/>
    <w:rsid w:val="00551D0E"/>
    <w:rsid w:val="00591605"/>
    <w:rsid w:val="005C3D70"/>
    <w:rsid w:val="005C50DC"/>
    <w:rsid w:val="005E2530"/>
    <w:rsid w:val="00634B74"/>
    <w:rsid w:val="00653F0E"/>
    <w:rsid w:val="00655926"/>
    <w:rsid w:val="006E2914"/>
    <w:rsid w:val="006E6470"/>
    <w:rsid w:val="006F7880"/>
    <w:rsid w:val="00710350"/>
    <w:rsid w:val="007A0210"/>
    <w:rsid w:val="007F6423"/>
    <w:rsid w:val="00807A6E"/>
    <w:rsid w:val="00835B33"/>
    <w:rsid w:val="00880613"/>
    <w:rsid w:val="008A103F"/>
    <w:rsid w:val="008B6EAA"/>
    <w:rsid w:val="008B72D6"/>
    <w:rsid w:val="008D0EF8"/>
    <w:rsid w:val="00945282"/>
    <w:rsid w:val="00957E6F"/>
    <w:rsid w:val="00995A7E"/>
    <w:rsid w:val="009E0010"/>
    <w:rsid w:val="00A019A8"/>
    <w:rsid w:val="00A344DA"/>
    <w:rsid w:val="00A37478"/>
    <w:rsid w:val="00A7685F"/>
    <w:rsid w:val="00A85A04"/>
    <w:rsid w:val="00AC0FEB"/>
    <w:rsid w:val="00B1413E"/>
    <w:rsid w:val="00B5331C"/>
    <w:rsid w:val="00BA6E87"/>
    <w:rsid w:val="00BB36EE"/>
    <w:rsid w:val="00BB70B8"/>
    <w:rsid w:val="00C07B50"/>
    <w:rsid w:val="00C40F41"/>
    <w:rsid w:val="00C56066"/>
    <w:rsid w:val="00C771BB"/>
    <w:rsid w:val="00C84695"/>
    <w:rsid w:val="00C86C36"/>
    <w:rsid w:val="00CF52B4"/>
    <w:rsid w:val="00D657E7"/>
    <w:rsid w:val="00D97762"/>
    <w:rsid w:val="00DD28E1"/>
    <w:rsid w:val="00DF5948"/>
    <w:rsid w:val="00E1555C"/>
    <w:rsid w:val="00E21219"/>
    <w:rsid w:val="00E411F2"/>
    <w:rsid w:val="00E63790"/>
    <w:rsid w:val="00E63F67"/>
    <w:rsid w:val="00EA43C9"/>
    <w:rsid w:val="00EB446E"/>
    <w:rsid w:val="00F1299B"/>
    <w:rsid w:val="00F307DF"/>
    <w:rsid w:val="00FA3432"/>
    <w:rsid w:val="00FA570C"/>
    <w:rsid w:val="00FA7AA6"/>
    <w:rsid w:val="00FB24C8"/>
    <w:rsid w:val="00FE48EE"/>
    <w:rsid w:val="00FF22FF"/>
    <w:rsid w:val="00FF4279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0F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FEB"/>
    <w:rPr>
      <w:kern w:val="16"/>
      <w14:ligatures w14:val="standardContextual"/>
      <w14:cntxtAlts/>
    </w:rPr>
  </w:style>
  <w:style w:type="paragraph" w:styleId="Footer">
    <w:name w:val="footer"/>
    <w:basedOn w:val="Normal"/>
    <w:link w:val="FooterChar"/>
    <w:uiPriority w:val="99"/>
    <w:unhideWhenUsed/>
    <w:rsid w:val="00AC0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FEB"/>
    <w:rPr>
      <w:kern w:val="16"/>
      <w14:ligatures w14:val="standardContextual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0F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FEB"/>
    <w:rPr>
      <w:kern w:val="16"/>
      <w14:ligatures w14:val="standardContextual"/>
      <w14:cntxtAlts/>
    </w:rPr>
  </w:style>
  <w:style w:type="paragraph" w:styleId="Footer">
    <w:name w:val="footer"/>
    <w:basedOn w:val="Normal"/>
    <w:link w:val="FooterChar"/>
    <w:uiPriority w:val="99"/>
    <w:unhideWhenUsed/>
    <w:rsid w:val="00AC0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FEB"/>
    <w:rPr>
      <w:kern w:val="16"/>
      <w14:ligatures w14:val="standardContextu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da\AppData\Roaming\Microsoft\Templates\2012%20Calendar%20Basic_one%20month%20evergreen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41372-D01D-4E12-B9E8-7257D5C7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</Template>
  <TotalTime>92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>Microsoft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Amanda Groshens</dc:creator>
  <cp:lastModifiedBy>Amanda Groshens</cp:lastModifiedBy>
  <cp:revision>9</cp:revision>
  <cp:lastPrinted>2018-01-19T05:04:00Z</cp:lastPrinted>
  <dcterms:created xsi:type="dcterms:W3CDTF">2017-08-07T21:26:00Z</dcterms:created>
  <dcterms:modified xsi:type="dcterms:W3CDTF">2018-01-22T08:16:00Z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